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CEC9C" w14:textId="76223858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7F2228B" wp14:editId="47F9AFE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12EAEDBB" wp14:editId="59AED09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B20448">
        <w:rPr>
          <w:rFonts w:ascii="Segoe Print" w:hAnsi="Segoe Print"/>
          <w:b/>
          <w:sz w:val="24"/>
        </w:rPr>
        <w:t>5</w:t>
      </w:r>
      <w:r w:rsidR="00D51195" w:rsidRPr="0090117B">
        <w:rPr>
          <w:rFonts w:ascii="Segoe Print" w:hAnsi="Segoe Print"/>
          <w:b/>
          <w:sz w:val="24"/>
        </w:rPr>
        <w:t>.</w:t>
      </w:r>
      <w:r w:rsidR="00756675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B20448">
        <w:rPr>
          <w:rFonts w:ascii="Segoe Print" w:hAnsi="Segoe Print"/>
          <w:b/>
          <w:sz w:val="24"/>
        </w:rPr>
        <w:t>Calculator allowed</w:t>
      </w:r>
    </w:p>
    <w:p w14:paraId="2A0DF28B" w14:textId="3A6E11AE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A3DC2DB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741E781D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3435C96A" w14:textId="553536E3" w:rsidR="00E20822" w:rsidRPr="00FB0E81" w:rsidRDefault="001A186D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Cs w:val="20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Cs w:val="20"/>
                    </w:rPr>
                    <m:t>1</m:t>
                  </m:r>
                  <m:r>
                    <w:rPr>
                      <w:rFonts w:ascii="Cambria Math" w:hAnsi="Cambria Math" w:cs="Arial"/>
                      <w:noProof/>
                      <w:szCs w:val="20"/>
                    </w:rPr>
                    <m:t>3</m:t>
                  </m:r>
                </m:den>
              </m:f>
            </m:oMath>
            <w:r>
              <w:rPr>
                <w:rFonts w:ascii="Arial" w:eastAsiaTheme="minorEastAsia" w:hAnsi="Arial" w:cs="Arial"/>
                <w:noProof/>
                <w:szCs w:val="20"/>
              </w:rPr>
              <w:t xml:space="preserve"> of £</w:t>
            </w:r>
            <w:r w:rsidR="00CC36BC">
              <w:rPr>
                <w:rFonts w:ascii="Arial" w:eastAsiaTheme="minorEastAsia" w:hAnsi="Arial" w:cs="Arial"/>
                <w:noProof/>
                <w:szCs w:val="20"/>
              </w:rPr>
              <w:t>253.50</w:t>
            </w:r>
          </w:p>
        </w:tc>
        <w:tc>
          <w:tcPr>
            <w:tcW w:w="425" w:type="dxa"/>
            <w:tcBorders>
              <w:right w:val="nil"/>
            </w:tcBorders>
          </w:tcPr>
          <w:p w14:paraId="0E7CAE18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602F863D" w14:textId="728B52A6" w:rsidR="00E20822" w:rsidRPr="000A63AF" w:rsidRDefault="00D15D21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 xml:space="preserve">Find </w:t>
            </w:r>
            <w:r w:rsidR="00CC36BC">
              <w:t>123</w:t>
            </w:r>
            <w:r>
              <w:t>% of £</w:t>
            </w:r>
            <w:r w:rsidR="00CC36BC">
              <w:t>6</w:t>
            </w:r>
            <w:r>
              <w:t>5</w:t>
            </w:r>
          </w:p>
        </w:tc>
      </w:tr>
      <w:tr w:rsidR="00E20822" w:rsidRPr="00C240D5" w14:paraId="5751C35B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E69063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2E20C187" w14:textId="0BCEC9D8" w:rsidR="00E20822" w:rsidRPr="00C240D5" w:rsidRDefault="000F7EDF" w:rsidP="00B20448">
            <w:pPr>
              <w:spacing w:before="120" w:after="0"/>
              <w:rPr>
                <w:rFonts w:ascii="Avenir Book" w:hAnsi="Avenir Book"/>
              </w:rPr>
            </w:pPr>
            <w:r>
              <w:t xml:space="preserve">If </w:t>
            </w:r>
            <w:r w:rsidR="00CC36BC">
              <w:t>6</w:t>
            </w:r>
            <w:r>
              <w:t xml:space="preserve"> pens cost £</w:t>
            </w:r>
            <w:r w:rsidR="009B68FF">
              <w:t>5.70</w:t>
            </w:r>
            <w:r>
              <w:t xml:space="preserve">, how much do </w:t>
            </w:r>
            <w:r w:rsidR="009B68FF">
              <w:t>5</w:t>
            </w:r>
            <w:r>
              <w:t xml:space="preserve"> pens cost?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9AD257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FD42E72" w14:textId="77777777" w:rsidR="00527DA2" w:rsidRDefault="00527DA2" w:rsidP="00527DA2">
            <w:pPr>
              <w:spacing w:before="120"/>
            </w:pPr>
            <w:r>
              <w:t>Work out the mean:</w:t>
            </w:r>
          </w:p>
          <w:p w14:paraId="1C99E779" w14:textId="69E7CBDD" w:rsidR="00E20822" w:rsidRPr="00C240D5" w:rsidRDefault="00923A40" w:rsidP="00527DA2">
            <w:pPr>
              <w:spacing w:before="120" w:after="0"/>
              <w:rPr>
                <w:rFonts w:ascii="Avenir Book" w:hAnsi="Avenir Book"/>
              </w:rPr>
            </w:pPr>
            <w:r w:rsidRPr="00AB1685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20E3B157" wp14:editId="105FD404">
                      <wp:simplePos x="0" y="0"/>
                      <wp:positionH relativeFrom="column">
                        <wp:posOffset>267961</wp:posOffset>
                      </wp:positionH>
                      <wp:positionV relativeFrom="paragraph">
                        <wp:posOffset>579902</wp:posOffset>
                      </wp:positionV>
                      <wp:extent cx="824865" cy="711200"/>
                      <wp:effectExtent l="76200" t="0" r="76835" b="88900"/>
                      <wp:wrapNone/>
                      <wp:docPr id="34" name="Group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747246" flipH="1">
                                <a:off x="0" y="0"/>
                                <a:ext cx="824865" cy="71120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35" name="Right Triangle 35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D3CA2B" id="Group 34" o:spid="_x0000_s1026" style="position:absolute;margin-left:21.1pt;margin-top:45.65pt;width:64.95pt;height:56pt;rotation:-816192fd;flip:x;z-index:251694080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&#13;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35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"/>
                      <v:rect id="Rectangle 36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" fillcolor="black [3213]"/>
                    </v:group>
                  </w:pict>
                </mc:Fallback>
              </mc:AlternateContent>
            </w:r>
            <w:r w:rsidR="00D12B4B">
              <w:t>-6     -5     -3      -2</w:t>
            </w:r>
          </w:p>
        </w:tc>
      </w:tr>
      <w:tr w:rsidR="00E20822" w:rsidRPr="00C240D5" w14:paraId="7E5FE1B5" w14:textId="77777777" w:rsidTr="00FD007C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76C04EF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AC5FE80" w14:textId="3A22C10C" w:rsidR="00B20448" w:rsidRDefault="00923A40" w:rsidP="007E2C1A">
            <w:pPr>
              <w:spacing w:before="120" w:after="0"/>
              <w:rPr>
                <w:rFonts w:ascii="Avenir Book" w:hAnsi="Avenir Book"/>
              </w:rPr>
            </w:pP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3FE755" wp14:editId="466F324F">
                      <wp:simplePos x="0" y="0"/>
                      <wp:positionH relativeFrom="column">
                        <wp:posOffset>3281067</wp:posOffset>
                      </wp:positionH>
                      <wp:positionV relativeFrom="paragraph">
                        <wp:posOffset>102675</wp:posOffset>
                      </wp:positionV>
                      <wp:extent cx="694690" cy="400685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30B149" w14:textId="77777777" w:rsidR="00AB1685" w:rsidRPr="00EC4CCA" w:rsidRDefault="00AB1685" w:rsidP="00AB1685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D3FE7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258.35pt;margin-top:8.1pt;width:54.7pt;height:31.5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" filled="f" stroked="f" strokeweight=".5pt">
                      <v:textbox>
                        <w:txbxContent>
                          <w:p w14:paraId="6B30B149" w14:textId="77777777" w:rsidR="00AB1685" w:rsidRPr="00EC4CCA" w:rsidRDefault="00AB1685" w:rsidP="00AB1685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8E7319B" wp14:editId="35084A1E">
                      <wp:simplePos x="0" y="0"/>
                      <wp:positionH relativeFrom="column">
                        <wp:posOffset>3803699</wp:posOffset>
                      </wp:positionH>
                      <wp:positionV relativeFrom="paragraph">
                        <wp:posOffset>101063</wp:posOffset>
                      </wp:positionV>
                      <wp:extent cx="694690" cy="400685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491467" w14:textId="77777777" w:rsidR="00AB1685" w:rsidRPr="000975C6" w:rsidRDefault="00AB1685" w:rsidP="00AB1685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eastAsiaTheme="minorEastAsia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E7319B" id="Text Box 11" o:spid="_x0000_s1027" type="#_x0000_t202" style="position:absolute;margin-left:299.5pt;margin-top:7.95pt;width:54.7pt;height:31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" filled="f" stroked="f" strokeweight=".5pt">
                      <v:textbox>
                        <w:txbxContent>
                          <w:p w14:paraId="03491467" w14:textId="77777777" w:rsidR="00AB1685" w:rsidRPr="000975C6" w:rsidRDefault="00AB1685" w:rsidP="00AB1685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0</w:t>
                            </w:r>
                            <w:r>
                              <w:rPr>
                                <w:rFonts w:eastAsiaTheme="minorEastAsia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2416">
              <w:rPr>
                <w:rFonts w:ascii="Avenir Book" w:hAnsi="Avenir Book"/>
              </w:rPr>
              <w:t xml:space="preserve">Which trig ratio do you need to calculate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="006F2416">
              <w:rPr>
                <w:rFonts w:ascii="Avenir Book" w:hAnsi="Avenir Book"/>
              </w:rPr>
              <w:t>?</w:t>
            </w:r>
          </w:p>
          <w:p w14:paraId="3939EDAD" w14:textId="6254BBEE" w:rsidR="00AB1685" w:rsidRPr="00C240D5" w:rsidRDefault="00923A40" w:rsidP="007E2C1A">
            <w:pPr>
              <w:spacing w:before="120" w:after="0"/>
              <w:rPr>
                <w:rFonts w:ascii="Avenir Book" w:hAnsi="Avenir Book"/>
              </w:rPr>
            </w:pP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3549D7F" wp14:editId="203F6923">
                      <wp:simplePos x="0" y="0"/>
                      <wp:positionH relativeFrom="column">
                        <wp:posOffset>3159845</wp:posOffset>
                      </wp:positionH>
                      <wp:positionV relativeFrom="paragraph">
                        <wp:posOffset>333717</wp:posOffset>
                      </wp:positionV>
                      <wp:extent cx="694690" cy="40068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6CE42B" w14:textId="77777777" w:rsidR="00AB1685" w:rsidRPr="00EC4CCA" w:rsidRDefault="00AB1685" w:rsidP="00AB1685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549D7F" id="Text Box 2" o:spid="_x0000_s1028" type="#_x0000_t202" style="position:absolute;margin-left:248.8pt;margin-top:26.3pt;width:54.7pt;height:31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" filled="f" stroked="f" strokeweight=".5pt">
                      <v:textbox>
                        <w:txbxContent>
                          <w:p w14:paraId="646CE42B" w14:textId="77777777" w:rsidR="00AB1685" w:rsidRPr="00EC4CCA" w:rsidRDefault="00AB1685" w:rsidP="00AB1685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007C">
              <w:rPr>
                <w:noProof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7FC6D479" wp14:editId="6A04F366">
                  <wp:simplePos x="0" y="0"/>
                  <wp:positionH relativeFrom="column">
                    <wp:posOffset>5670550</wp:posOffset>
                  </wp:positionH>
                  <wp:positionV relativeFrom="paragraph">
                    <wp:posOffset>535940</wp:posOffset>
                  </wp:positionV>
                  <wp:extent cx="572188" cy="401760"/>
                  <wp:effectExtent l="0" t="0" r="0" b="508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F62D11E" w14:textId="17CE909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CFD492F" w14:textId="239BD95C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37E7B691" w14:textId="77777777" w:rsidR="009B68FF" w:rsidRDefault="009B68FF" w:rsidP="009B68FF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00224" behindDoc="0" locked="0" layoutInCell="1" allowOverlap="1" wp14:anchorId="2E17D151" wp14:editId="62C5D2F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54" name="Picture 5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9200" behindDoc="0" locked="0" layoutInCell="1" allowOverlap="1" wp14:anchorId="5A3B2399" wp14:editId="29D18491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55" name="Picture 5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5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4F53B835" w14:textId="77777777" w:rsidR="009B68FF" w:rsidRDefault="009B68FF" w:rsidP="009B68FF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9B68FF" w:rsidRPr="000A63AF" w14:paraId="1D05061A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59CEB9CC" w14:textId="77777777" w:rsidR="009B68FF" w:rsidRPr="00C240D5" w:rsidRDefault="009B68F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6ABA9A34" w14:textId="77777777" w:rsidR="009B68FF" w:rsidRPr="00FB0E81" w:rsidRDefault="009B68FF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rial" w:hAnsi="Arial" w:cs="Arial"/>
                <w:noProof/>
                <w:szCs w:val="20"/>
              </w:rPr>
              <w:t xml:space="preserve">Find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Cs w:val="20"/>
                    </w:rPr>
                    <m:t>13</m:t>
                  </m:r>
                </m:den>
              </m:f>
            </m:oMath>
            <w:r>
              <w:rPr>
                <w:rFonts w:ascii="Arial" w:eastAsiaTheme="minorEastAsia" w:hAnsi="Arial" w:cs="Arial"/>
                <w:noProof/>
                <w:szCs w:val="20"/>
              </w:rPr>
              <w:t xml:space="preserve"> of £253.50</w:t>
            </w:r>
          </w:p>
        </w:tc>
        <w:tc>
          <w:tcPr>
            <w:tcW w:w="425" w:type="dxa"/>
            <w:tcBorders>
              <w:right w:val="nil"/>
            </w:tcBorders>
          </w:tcPr>
          <w:p w14:paraId="13BAA797" w14:textId="77777777" w:rsidR="009B68FF" w:rsidRPr="00C240D5" w:rsidRDefault="009B68F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7ABC1881" w14:textId="77777777" w:rsidR="009B68FF" w:rsidRPr="000A63AF" w:rsidRDefault="009B68FF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t>Find 123% of £65</w:t>
            </w:r>
          </w:p>
        </w:tc>
      </w:tr>
      <w:tr w:rsidR="009B68FF" w:rsidRPr="00C240D5" w14:paraId="4C06D65B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64C7C306" w14:textId="77777777" w:rsidR="009B68FF" w:rsidRPr="00C240D5" w:rsidRDefault="009B68F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5E91A421" w14:textId="77777777" w:rsidR="009B68FF" w:rsidRPr="00C240D5" w:rsidRDefault="009B68FF" w:rsidP="00E01254">
            <w:pPr>
              <w:spacing w:before="120" w:after="0"/>
              <w:rPr>
                <w:rFonts w:ascii="Avenir Book" w:hAnsi="Avenir Book"/>
              </w:rPr>
            </w:pPr>
            <w:r>
              <w:t>If 6 pens cost £5.70, how much do 5 pens cost?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45275DC" w14:textId="77777777" w:rsidR="009B68FF" w:rsidRPr="00C240D5" w:rsidRDefault="009B68F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3A8033AB" w14:textId="77777777" w:rsidR="009B68FF" w:rsidRDefault="009B68FF" w:rsidP="00E01254">
            <w:pPr>
              <w:spacing w:before="120"/>
            </w:pPr>
            <w:r>
              <w:t>Work out the mean:</w:t>
            </w:r>
          </w:p>
          <w:p w14:paraId="634AEA2E" w14:textId="77777777" w:rsidR="009B68FF" w:rsidRPr="00C240D5" w:rsidRDefault="009B68FF" w:rsidP="00E01254">
            <w:pPr>
              <w:spacing w:before="120" w:after="0"/>
              <w:rPr>
                <w:rFonts w:ascii="Avenir Book" w:hAnsi="Avenir Book"/>
              </w:rPr>
            </w:pPr>
            <w:r w:rsidRPr="00AB1685">
              <w:rPr>
                <w:rFonts w:ascii="Avenir Book" w:hAnsi="Avenir Book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65D77C4D" wp14:editId="16C876B5">
                      <wp:simplePos x="0" y="0"/>
                      <wp:positionH relativeFrom="column">
                        <wp:posOffset>267961</wp:posOffset>
                      </wp:positionH>
                      <wp:positionV relativeFrom="paragraph">
                        <wp:posOffset>579902</wp:posOffset>
                      </wp:positionV>
                      <wp:extent cx="824865" cy="711200"/>
                      <wp:effectExtent l="76200" t="0" r="76835" b="88900"/>
                      <wp:wrapNone/>
                      <wp:docPr id="4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747246" flipH="1">
                                <a:off x="0" y="0"/>
                                <a:ext cx="824865" cy="711200"/>
                                <a:chOff x="0" y="0"/>
                                <a:chExt cx="1075055" cy="770255"/>
                              </a:xfrm>
                            </wpg:grpSpPr>
                            <wps:wsp>
                              <wps:cNvPr id="49" name="Right Triangle 49"/>
                              <wps:cNvSpPr/>
                              <wps:spPr>
                                <a:xfrm>
                                  <a:off x="0" y="0"/>
                                  <a:ext cx="1075055" cy="77025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Rectangle 50"/>
                              <wps:cNvSpPr/>
                              <wps:spPr>
                                <a:xfrm>
                                  <a:off x="0" y="600710"/>
                                  <a:ext cx="168910" cy="1606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88FE4A" id="Group 48" o:spid="_x0000_s1026" style="position:absolute;margin-left:21.1pt;margin-top:45.65pt;width:64.95pt;height:56pt;rotation:-816192fd;flip:x;z-index:251702272;mso-width-relative:margin;mso-height-relative:margin" coordsize="10750,77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">
                      <v:shape id="Right Triangle 49" o:spid="_x0000_s1027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"/>
                      <v:rect id="Rectangle 50" o:spid="_x0000_s1028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" fillcolor="black [3213]"/>
                    </v:group>
                  </w:pict>
                </mc:Fallback>
              </mc:AlternateContent>
            </w:r>
            <w:r>
              <w:t>-6     -5     -3      -2</w:t>
            </w:r>
          </w:p>
        </w:tc>
      </w:tr>
      <w:tr w:rsidR="009B68FF" w:rsidRPr="00C240D5" w14:paraId="02450D31" w14:textId="77777777" w:rsidTr="00E01254">
        <w:trPr>
          <w:trHeight w:val="1682"/>
        </w:trPr>
        <w:tc>
          <w:tcPr>
            <w:tcW w:w="421" w:type="dxa"/>
            <w:tcBorders>
              <w:right w:val="nil"/>
            </w:tcBorders>
          </w:tcPr>
          <w:p w14:paraId="3D5A2D43" w14:textId="77777777" w:rsidR="009B68FF" w:rsidRPr="00C240D5" w:rsidRDefault="009B68FF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78732C4" w14:textId="77777777" w:rsidR="009B68FF" w:rsidRDefault="009B68FF" w:rsidP="00E01254">
            <w:pPr>
              <w:spacing w:before="120" w:after="0"/>
              <w:rPr>
                <w:rFonts w:ascii="Avenir Book" w:hAnsi="Avenir Book"/>
              </w:rPr>
            </w:pP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37EC457" wp14:editId="513EF520">
                      <wp:simplePos x="0" y="0"/>
                      <wp:positionH relativeFrom="column">
                        <wp:posOffset>3281067</wp:posOffset>
                      </wp:positionH>
                      <wp:positionV relativeFrom="paragraph">
                        <wp:posOffset>102675</wp:posOffset>
                      </wp:positionV>
                      <wp:extent cx="694690" cy="400685"/>
                      <wp:effectExtent l="0" t="0" r="0" b="0"/>
                      <wp:wrapNone/>
                      <wp:docPr id="51" name="Text Box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42ECE1" w14:textId="77777777" w:rsidR="009B68FF" w:rsidRPr="00EC4CCA" w:rsidRDefault="009B68FF" w:rsidP="009B68FF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5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7EC457" id="Text Box 51" o:spid="_x0000_s1029" type="#_x0000_t202" style="position:absolute;margin-left:258.35pt;margin-top:8.1pt;width:54.7pt;height:31.5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" filled="f" stroked="f" strokeweight=".5pt">
                      <v:textbox>
                        <w:txbxContent>
                          <w:p w14:paraId="6042ECE1" w14:textId="77777777" w:rsidR="009B68FF" w:rsidRPr="00EC4CCA" w:rsidRDefault="009B68FF" w:rsidP="009B68FF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5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74EBD50" wp14:editId="22C1AD76">
                      <wp:simplePos x="0" y="0"/>
                      <wp:positionH relativeFrom="column">
                        <wp:posOffset>3803699</wp:posOffset>
                      </wp:positionH>
                      <wp:positionV relativeFrom="paragraph">
                        <wp:posOffset>101063</wp:posOffset>
                      </wp:positionV>
                      <wp:extent cx="694690" cy="400685"/>
                      <wp:effectExtent l="0" t="0" r="0" b="0"/>
                      <wp:wrapNone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86541A" w14:textId="77777777" w:rsidR="009B68FF" w:rsidRPr="000975C6" w:rsidRDefault="009B68FF" w:rsidP="009B68FF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oMath>
                                  <w:r>
                                    <w:rPr>
                                      <w:rFonts w:eastAsiaTheme="minor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eastAsiaTheme="minorEastAsia"/>
                                      <w:vertAlign w:val="superscript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4EBD50" id="Text Box 52" o:spid="_x0000_s1030" type="#_x0000_t202" style="position:absolute;margin-left:299.5pt;margin-top:7.95pt;width:54.7pt;height:31.5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" filled="f" stroked="f" strokeweight=".5pt">
                      <v:textbox>
                        <w:txbxContent>
                          <w:p w14:paraId="0286541A" w14:textId="77777777" w:rsidR="009B68FF" w:rsidRPr="000975C6" w:rsidRDefault="009B68FF" w:rsidP="009B68FF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0</w:t>
                            </w:r>
                            <w:r>
                              <w:rPr>
                                <w:rFonts w:eastAsiaTheme="minorEastAsia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venir Book" w:hAnsi="Avenir Book"/>
              </w:rPr>
              <w:t xml:space="preserve">Which trig ratio do you need to calculate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rPr>
                <w:rFonts w:ascii="Avenir Book" w:hAnsi="Avenir Book"/>
              </w:rPr>
              <w:t>?</w:t>
            </w:r>
          </w:p>
          <w:p w14:paraId="28B3515C" w14:textId="77777777" w:rsidR="009B68FF" w:rsidRPr="00C240D5" w:rsidRDefault="009B68FF" w:rsidP="00E01254">
            <w:pPr>
              <w:spacing w:before="120" w:after="0"/>
              <w:rPr>
                <w:rFonts w:ascii="Avenir Book" w:hAnsi="Avenir Book"/>
              </w:rPr>
            </w:pPr>
            <w:r w:rsidRPr="00AB1685">
              <w:rPr>
                <w:rFonts w:ascii="Avenir Book" w:hAnsi="Avenir Book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B284408" wp14:editId="52C6E1A3">
                      <wp:simplePos x="0" y="0"/>
                      <wp:positionH relativeFrom="column">
                        <wp:posOffset>3159845</wp:posOffset>
                      </wp:positionH>
                      <wp:positionV relativeFrom="paragraph">
                        <wp:posOffset>333717</wp:posOffset>
                      </wp:positionV>
                      <wp:extent cx="694690" cy="400685"/>
                      <wp:effectExtent l="0" t="0" r="0" b="0"/>
                      <wp:wrapNone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690" cy="400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550D2F" w14:textId="77777777" w:rsidR="009B68FF" w:rsidRPr="00EC4CCA" w:rsidRDefault="009B68FF" w:rsidP="009B68FF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x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284408" id="Text Box 53" o:spid="_x0000_s1031" type="#_x0000_t202" style="position:absolute;margin-left:248.8pt;margin-top:26.3pt;width:54.7pt;height:31.5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" filled="f" stroked="f" strokeweight=".5pt">
                      <v:textbox>
                        <w:txbxContent>
                          <w:p w14:paraId="76550D2F" w14:textId="77777777" w:rsidR="009B68FF" w:rsidRPr="00EC4CCA" w:rsidRDefault="009B68FF" w:rsidP="009B68FF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701248" behindDoc="0" locked="0" layoutInCell="1" allowOverlap="1" wp14:anchorId="32CB186F" wp14:editId="34753B95">
                  <wp:simplePos x="0" y="0"/>
                  <wp:positionH relativeFrom="column">
                    <wp:posOffset>5670550</wp:posOffset>
                  </wp:positionH>
                  <wp:positionV relativeFrom="paragraph">
                    <wp:posOffset>535940</wp:posOffset>
                  </wp:positionV>
                  <wp:extent cx="572188" cy="401760"/>
                  <wp:effectExtent l="0" t="0" r="0" b="5080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F534A9" w14:textId="77777777" w:rsidR="00B20448" w:rsidRDefault="00B20448" w:rsidP="00E73136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B20448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48"/>
    <w:rsid w:val="000A43CA"/>
    <w:rsid w:val="000A63AF"/>
    <w:rsid w:val="000F7EDF"/>
    <w:rsid w:val="001826A9"/>
    <w:rsid w:val="001A186D"/>
    <w:rsid w:val="001E2B23"/>
    <w:rsid w:val="00213C21"/>
    <w:rsid w:val="002D5D86"/>
    <w:rsid w:val="00333535"/>
    <w:rsid w:val="003F51D8"/>
    <w:rsid w:val="00425C87"/>
    <w:rsid w:val="00466A70"/>
    <w:rsid w:val="00505FC9"/>
    <w:rsid w:val="00525119"/>
    <w:rsid w:val="00527DA2"/>
    <w:rsid w:val="0064471D"/>
    <w:rsid w:val="006F2416"/>
    <w:rsid w:val="00705472"/>
    <w:rsid w:val="00756675"/>
    <w:rsid w:val="007B4226"/>
    <w:rsid w:val="007E2C1A"/>
    <w:rsid w:val="0090117B"/>
    <w:rsid w:val="00923A40"/>
    <w:rsid w:val="0099142F"/>
    <w:rsid w:val="009B68FF"/>
    <w:rsid w:val="009E2722"/>
    <w:rsid w:val="00AB1685"/>
    <w:rsid w:val="00AD3C1A"/>
    <w:rsid w:val="00B20448"/>
    <w:rsid w:val="00BE7AC9"/>
    <w:rsid w:val="00C240D5"/>
    <w:rsid w:val="00C41860"/>
    <w:rsid w:val="00CA4811"/>
    <w:rsid w:val="00CC36BC"/>
    <w:rsid w:val="00D12B4B"/>
    <w:rsid w:val="00D15D21"/>
    <w:rsid w:val="00D51195"/>
    <w:rsid w:val="00DB511B"/>
    <w:rsid w:val="00E01EF2"/>
    <w:rsid w:val="00E20822"/>
    <w:rsid w:val="00E73136"/>
    <w:rsid w:val="00E7749A"/>
    <w:rsid w:val="00EC3671"/>
    <w:rsid w:val="00EC4CCA"/>
    <w:rsid w:val="00FB0E81"/>
    <w:rsid w:val="00FD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CCF36"/>
  <w15:docId w15:val="{9B7AB7ED-DA40-524E-87C0-7077A11A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2019-02-22T18:54:00Z</dcterms:created>
  <dcterms:modified xsi:type="dcterms:W3CDTF">2019-02-22T18:57:00Z</dcterms:modified>
</cp:coreProperties>
</file>